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08E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9431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48566D" w14:textId="217C462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2ACA">
        <w:rPr>
          <w:rFonts w:ascii="Corbel" w:hAnsi="Corbel"/>
          <w:b/>
          <w:i/>
          <w:smallCaps/>
          <w:sz w:val="24"/>
          <w:szCs w:val="24"/>
        </w:rPr>
        <w:t>2022-2025</w:t>
      </w:r>
    </w:p>
    <w:p w14:paraId="2528673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0C9E19" w14:textId="1C1844B2" w:rsidR="00445970" w:rsidRPr="00A413EC" w:rsidRDefault="00A413EC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413EC">
        <w:rPr>
          <w:rFonts w:ascii="Corbel" w:hAnsi="Corbel"/>
          <w:b/>
          <w:sz w:val="20"/>
          <w:szCs w:val="20"/>
        </w:rPr>
        <w:t xml:space="preserve">Rok akademicki  </w:t>
      </w:r>
      <w:r w:rsidR="00315819" w:rsidRPr="00A413EC">
        <w:rPr>
          <w:rFonts w:ascii="Corbel" w:hAnsi="Corbel"/>
          <w:b/>
          <w:sz w:val="20"/>
          <w:szCs w:val="20"/>
        </w:rPr>
        <w:t>202</w:t>
      </w:r>
      <w:r w:rsidR="00912ACA">
        <w:rPr>
          <w:rFonts w:ascii="Corbel" w:hAnsi="Corbel"/>
          <w:b/>
          <w:sz w:val="20"/>
          <w:szCs w:val="20"/>
        </w:rPr>
        <w:t>2</w:t>
      </w:r>
      <w:r w:rsidR="00315819" w:rsidRPr="00A413EC">
        <w:rPr>
          <w:rFonts w:ascii="Corbel" w:hAnsi="Corbel"/>
          <w:b/>
          <w:sz w:val="20"/>
          <w:szCs w:val="20"/>
        </w:rPr>
        <w:t>/202</w:t>
      </w:r>
      <w:r w:rsidR="00912ACA">
        <w:rPr>
          <w:rFonts w:ascii="Corbel" w:hAnsi="Corbel"/>
          <w:b/>
          <w:sz w:val="20"/>
          <w:szCs w:val="20"/>
        </w:rPr>
        <w:t>3</w:t>
      </w:r>
    </w:p>
    <w:p w14:paraId="7119D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08DD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6CD541" w14:textId="77777777" w:rsidTr="00B819C8">
        <w:tc>
          <w:tcPr>
            <w:tcW w:w="2694" w:type="dxa"/>
            <w:vAlign w:val="center"/>
          </w:tcPr>
          <w:p w14:paraId="7A37E3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22B454" w14:textId="77777777" w:rsidR="0085747A" w:rsidRPr="00A413EC" w:rsidRDefault="007039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13EC">
              <w:rPr>
                <w:rFonts w:ascii="Corbel" w:hAnsi="Corbel"/>
                <w:sz w:val="24"/>
                <w:szCs w:val="24"/>
              </w:rPr>
              <w:t>Wprowadzenie do psychologii</w:t>
            </w:r>
          </w:p>
        </w:tc>
      </w:tr>
      <w:tr w:rsidR="0085747A" w:rsidRPr="009C54AE" w14:paraId="33C93BD0" w14:textId="77777777" w:rsidTr="00B819C8">
        <w:tc>
          <w:tcPr>
            <w:tcW w:w="2694" w:type="dxa"/>
            <w:vAlign w:val="center"/>
          </w:tcPr>
          <w:p w14:paraId="353DF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06E0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E3DB6FD" w14:textId="77777777" w:rsidTr="00B819C8">
        <w:tc>
          <w:tcPr>
            <w:tcW w:w="2694" w:type="dxa"/>
            <w:vAlign w:val="center"/>
          </w:tcPr>
          <w:p w14:paraId="4A08626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48421" w14:textId="334D57CC" w:rsidR="0085747A" w:rsidRPr="009C54AE" w:rsidRDefault="005F2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A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CEA2D2" w14:textId="77777777" w:rsidTr="00B819C8">
        <w:tc>
          <w:tcPr>
            <w:tcW w:w="2694" w:type="dxa"/>
            <w:vAlign w:val="center"/>
          </w:tcPr>
          <w:p w14:paraId="10A1C8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A6DF3B" w14:textId="4197DC7C" w:rsidR="0085747A" w:rsidRPr="009C54AE" w:rsidRDefault="001F0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394A88CD" w14:textId="77777777" w:rsidTr="00B819C8">
        <w:tc>
          <w:tcPr>
            <w:tcW w:w="2694" w:type="dxa"/>
            <w:vAlign w:val="center"/>
          </w:tcPr>
          <w:p w14:paraId="6F48F1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B6550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2DC71D9F" w14:textId="77777777" w:rsidTr="00B819C8">
        <w:tc>
          <w:tcPr>
            <w:tcW w:w="2694" w:type="dxa"/>
            <w:vAlign w:val="center"/>
          </w:tcPr>
          <w:p w14:paraId="7B6EF90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54C2EE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814B9C0" w14:textId="77777777" w:rsidTr="00B819C8">
        <w:tc>
          <w:tcPr>
            <w:tcW w:w="2694" w:type="dxa"/>
            <w:vAlign w:val="center"/>
          </w:tcPr>
          <w:p w14:paraId="4AC82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FD67F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B6FDB1F" w14:textId="77777777" w:rsidTr="00B819C8">
        <w:tc>
          <w:tcPr>
            <w:tcW w:w="2694" w:type="dxa"/>
            <w:vAlign w:val="center"/>
          </w:tcPr>
          <w:p w14:paraId="0E26DF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48E46D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8FC3FB2" w14:textId="77777777" w:rsidTr="00B819C8">
        <w:tc>
          <w:tcPr>
            <w:tcW w:w="2694" w:type="dxa"/>
            <w:vAlign w:val="center"/>
          </w:tcPr>
          <w:p w14:paraId="0D363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666A2" w14:textId="77777777" w:rsidR="0085747A" w:rsidRPr="00A413EC" w:rsidRDefault="00BD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13EC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85747A" w:rsidRPr="009C54AE" w14:paraId="78AF5EDD" w14:textId="77777777" w:rsidTr="00B819C8">
        <w:tc>
          <w:tcPr>
            <w:tcW w:w="2694" w:type="dxa"/>
            <w:vAlign w:val="center"/>
          </w:tcPr>
          <w:p w14:paraId="30249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D287C6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548B507B" w14:textId="77777777" w:rsidTr="00B819C8">
        <w:tc>
          <w:tcPr>
            <w:tcW w:w="2694" w:type="dxa"/>
            <w:vAlign w:val="center"/>
          </w:tcPr>
          <w:p w14:paraId="7AD73D5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A2D5F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C41A4E5" w14:textId="77777777" w:rsidTr="00B819C8">
        <w:tc>
          <w:tcPr>
            <w:tcW w:w="2694" w:type="dxa"/>
            <w:vAlign w:val="center"/>
          </w:tcPr>
          <w:p w14:paraId="7F9B56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80197" w14:textId="77777777" w:rsidR="0085747A" w:rsidRPr="009C54AE" w:rsidRDefault="00BF7B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4309D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14309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3793189A" w14:textId="77777777" w:rsidTr="00B819C8">
        <w:tc>
          <w:tcPr>
            <w:tcW w:w="2694" w:type="dxa"/>
            <w:vAlign w:val="center"/>
          </w:tcPr>
          <w:p w14:paraId="1D5FB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16DFC2" w14:textId="067467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23A0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E3E9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93A3B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B73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E2DDC9B" w14:textId="77777777" w:rsidTr="00A413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8F0D" w14:textId="77777777" w:rsidR="00015B8F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6FBBF7" w14:textId="77777777" w:rsidR="00015B8F" w:rsidRPr="009C54AE" w:rsidRDefault="002B5EA0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CF31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6A2F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6FAF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418C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81CE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B5E4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E7E9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A7B1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072C" w14:textId="77777777" w:rsidR="00015B8F" w:rsidRPr="009C54AE" w:rsidRDefault="00015B8F" w:rsidP="00A413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ABF099" w14:textId="77777777" w:rsidTr="00A413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F3F0" w14:textId="77777777" w:rsidR="00015B8F" w:rsidRPr="009C54AE" w:rsidRDefault="00BD337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F88F" w14:textId="77777777" w:rsidR="00015B8F" w:rsidRPr="009C54AE" w:rsidRDefault="00BD337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C89" w14:textId="77777777" w:rsidR="00015B8F" w:rsidRPr="009C54AE" w:rsidRDefault="00BD337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6CC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2C4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5495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DEDA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1B74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E4D8" w14:textId="77777777" w:rsidR="00015B8F" w:rsidRPr="009C54AE" w:rsidRDefault="00015B8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F2AE" w14:textId="77777777" w:rsidR="00015B8F" w:rsidRPr="009C54AE" w:rsidRDefault="00BD337F" w:rsidP="00A413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4DC7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F8BA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13005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FFFE8A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5D4C9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36A3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27A1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6BC7D" w14:textId="77777777" w:rsidR="00BD337F" w:rsidRDefault="00BD337F" w:rsidP="00BD337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D59CE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4EC68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91A69D" w14:textId="77777777" w:rsidTr="005172E8">
        <w:tc>
          <w:tcPr>
            <w:tcW w:w="9670" w:type="dxa"/>
            <w:vAlign w:val="center"/>
          </w:tcPr>
          <w:p w14:paraId="698F6E91" w14:textId="55CC1156" w:rsidR="0085747A" w:rsidRPr="009C54AE" w:rsidRDefault="00DB387A" w:rsidP="00AA73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583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ainteresowanie </w:t>
            </w:r>
            <w:r w:rsidR="00E82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naukową refleksją nad </w:t>
            </w:r>
            <w:r w:rsidR="00583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zachowaniem </w:t>
            </w:r>
            <w:r w:rsidR="00E82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człowieka </w:t>
            </w:r>
            <w:r w:rsidR="005833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przebiegiem procesów psychicznych.</w:t>
            </w:r>
          </w:p>
        </w:tc>
      </w:tr>
    </w:tbl>
    <w:p w14:paraId="74B1AB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FEDF8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D18C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CFB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5623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F42FB" w:rsidRPr="009C54AE" w14:paraId="5D49EA12" w14:textId="77777777" w:rsidTr="00AF42FB">
        <w:tc>
          <w:tcPr>
            <w:tcW w:w="845" w:type="dxa"/>
            <w:vAlign w:val="center"/>
          </w:tcPr>
          <w:p w14:paraId="7A9408DF" w14:textId="77777777" w:rsidR="00AF42FB" w:rsidRPr="009C54AE" w:rsidRDefault="00AF42FB" w:rsidP="00AF4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C25480D" w14:textId="57D86963" w:rsidR="00AF42FB" w:rsidRPr="00AF42FB" w:rsidRDefault="007668F5" w:rsidP="00AF4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Przedstawienie i charakterystyka</w:t>
            </w:r>
            <w:r w:rsidR="00AF42FB"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podstawowych nurtów teoretycznych psychologii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AF42FB" w:rsidRPr="009C54AE" w14:paraId="74A3A619" w14:textId="77777777" w:rsidTr="00AF42FB">
        <w:tc>
          <w:tcPr>
            <w:tcW w:w="845" w:type="dxa"/>
            <w:vAlign w:val="center"/>
          </w:tcPr>
          <w:p w14:paraId="77A59C16" w14:textId="65717329" w:rsidR="00AF42FB" w:rsidRPr="009C54AE" w:rsidRDefault="00AF42FB" w:rsidP="00AF42F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72048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2761F93F" w14:textId="0A5AAB74" w:rsidR="00AF42FB" w:rsidRPr="00AF42FB" w:rsidRDefault="00AF42FB" w:rsidP="00AF4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Charakterystyka</w:t>
            </w:r>
            <w:r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mechanizmów i zjawisk</w:t>
            </w:r>
            <w:r w:rsidRPr="00AF42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psychologicznych</w:t>
            </w:r>
            <w:r w:rsidR="007668F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AF42FB" w:rsidRPr="009C54AE" w14:paraId="618424E3" w14:textId="77777777" w:rsidTr="00AF42FB">
        <w:tc>
          <w:tcPr>
            <w:tcW w:w="845" w:type="dxa"/>
            <w:vAlign w:val="center"/>
          </w:tcPr>
          <w:p w14:paraId="45280079" w14:textId="79E29644" w:rsidR="00AF42FB" w:rsidRPr="009C54AE" w:rsidRDefault="00AF42FB" w:rsidP="00AF4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2AA6F14F" w14:textId="0FC953D3" w:rsidR="00AF42FB" w:rsidRPr="00AF42FB" w:rsidRDefault="007668F5" w:rsidP="00AF4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 odniesienia nabytej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wiedzy i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zakresu psychologii 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r w:rsidR="009F215E">
              <w:rPr>
                <w:rFonts w:ascii="Corbel" w:hAnsi="Corbel"/>
                <w:b w:val="0"/>
                <w:bCs/>
                <w:sz w:val="24"/>
                <w:szCs w:val="24"/>
              </w:rPr>
              <w:t>działalności praktycznej</w:t>
            </w:r>
            <w:r w:rsidRPr="007668F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587F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8FAA3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984A0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06EB55F" w14:textId="77777777" w:rsidTr="008E10AD">
        <w:tc>
          <w:tcPr>
            <w:tcW w:w="1680" w:type="dxa"/>
            <w:vAlign w:val="center"/>
          </w:tcPr>
          <w:p w14:paraId="145D29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50AAD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A5B0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158980" w14:textId="77777777" w:rsidTr="008E10AD">
        <w:tc>
          <w:tcPr>
            <w:tcW w:w="1680" w:type="dxa"/>
          </w:tcPr>
          <w:p w14:paraId="0230BA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2729B08" w14:textId="44B9402D" w:rsidR="0085747A" w:rsidRPr="009C54AE" w:rsidRDefault="007F53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Zdefiniuje psychologię jako naukę. Scharakteryzuje jej przedmiot formalny, cele i metody badawcze</w:t>
            </w:r>
            <w:r w:rsidR="00425FD8">
              <w:rPr>
                <w:rFonts w:ascii="Corbel" w:hAnsi="Corbel"/>
                <w:b w:val="0"/>
                <w:smallCaps w:val="0"/>
                <w:szCs w:val="24"/>
              </w:rPr>
              <w:t xml:space="preserve"> oraz wiodące nurty.</w:t>
            </w:r>
          </w:p>
        </w:tc>
        <w:tc>
          <w:tcPr>
            <w:tcW w:w="1865" w:type="dxa"/>
          </w:tcPr>
          <w:p w14:paraId="21B23E87" w14:textId="19FDC400" w:rsidR="0085747A" w:rsidRPr="009C54AE" w:rsidRDefault="007F53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0CC5819A" w14:textId="77777777" w:rsidTr="008E10AD">
        <w:tc>
          <w:tcPr>
            <w:tcW w:w="1680" w:type="dxa"/>
          </w:tcPr>
          <w:p w14:paraId="2B48BF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0F20BB0" w14:textId="72573C15" w:rsidR="0085747A" w:rsidRPr="009C54AE" w:rsidRDefault="008E10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832EB5">
              <w:rPr>
                <w:rFonts w:ascii="Corbel" w:hAnsi="Corbel"/>
                <w:b w:val="0"/>
                <w:smallCaps w:val="0"/>
                <w:szCs w:val="24"/>
              </w:rPr>
              <w:t xml:space="preserve">najważniejsze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psychologiczne </w:t>
            </w:r>
            <w:r w:rsidR="00832EB5">
              <w:rPr>
                <w:rFonts w:ascii="Corbel" w:hAnsi="Corbel"/>
                <w:b w:val="0"/>
                <w:smallCaps w:val="0"/>
                <w:szCs w:val="24"/>
              </w:rPr>
              <w:t>mechanizmy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2EB5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człowieka,</w:t>
            </w:r>
            <w:r w:rsidR="003079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425FD8">
              <w:rPr>
                <w:rFonts w:ascii="Corbel" w:hAnsi="Corbel"/>
                <w:b w:val="0"/>
                <w:smallCaps w:val="0"/>
                <w:szCs w:val="24"/>
              </w:rPr>
              <w:t xml:space="preserve">aspekcie </w:t>
            </w:r>
            <w:r w:rsidR="00832EB5">
              <w:rPr>
                <w:rFonts w:ascii="Corbel" w:hAnsi="Corbel"/>
                <w:b w:val="0"/>
                <w:smallCaps w:val="0"/>
                <w:szCs w:val="24"/>
              </w:rPr>
              <w:t>poznawczym, emocjonalnym i motywacyjnym.</w:t>
            </w:r>
          </w:p>
        </w:tc>
        <w:tc>
          <w:tcPr>
            <w:tcW w:w="1865" w:type="dxa"/>
          </w:tcPr>
          <w:p w14:paraId="00B722FA" w14:textId="1601E7BC" w:rsidR="0085747A" w:rsidRPr="009C54AE" w:rsidRDefault="007F53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05EA19A5" w14:textId="77777777" w:rsidTr="008E10AD">
        <w:tc>
          <w:tcPr>
            <w:tcW w:w="1680" w:type="dxa"/>
          </w:tcPr>
          <w:p w14:paraId="1009ADF1" w14:textId="30DB065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534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E62AFFB" w14:textId="6F43B534" w:rsidR="0085747A" w:rsidRPr="002A16BD" w:rsidRDefault="00425F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analizy podstawowych mechanizmów psychologicznych w ocenie funkcjonowania </w:t>
            </w:r>
            <w:r w:rsidR="002A16BD">
              <w:rPr>
                <w:rFonts w:ascii="Corbel" w:hAnsi="Corbel"/>
                <w:b w:val="0"/>
                <w:smallCaps w:val="0"/>
                <w:szCs w:val="24"/>
              </w:rPr>
              <w:t xml:space="preserve">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jednostki.</w:t>
            </w:r>
          </w:p>
        </w:tc>
        <w:tc>
          <w:tcPr>
            <w:tcW w:w="1865" w:type="dxa"/>
          </w:tcPr>
          <w:p w14:paraId="1A893B44" w14:textId="77777777" w:rsidR="0085747A" w:rsidRDefault="007F53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B0625F0" w14:textId="218FFD50" w:rsidR="003A05EF" w:rsidRPr="009C54AE" w:rsidRDefault="003A05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5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E10AD" w:rsidRPr="009C54AE" w14:paraId="00016F0A" w14:textId="77777777" w:rsidTr="008E10AD">
        <w:tc>
          <w:tcPr>
            <w:tcW w:w="1680" w:type="dxa"/>
          </w:tcPr>
          <w:p w14:paraId="11927587" w14:textId="0D0FE146" w:rsidR="008E10AD" w:rsidRPr="009C54AE" w:rsidRDefault="008E10AD" w:rsidP="008E1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D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D4DE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3A05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AB37271" w14:textId="703BDDB4" w:rsidR="008E10AD" w:rsidRPr="00832EB5" w:rsidRDefault="00832EB5" w:rsidP="008E1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z zakresu psychologii</w:t>
            </w:r>
            <w:r w:rsidR="00C12216">
              <w:rPr>
                <w:rFonts w:ascii="Corbel" w:hAnsi="Corbel"/>
                <w:b w:val="0"/>
                <w:smallCaps w:val="0"/>
                <w:szCs w:val="24"/>
              </w:rPr>
              <w:t xml:space="preserve"> ogólnej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13A2DF3" w14:textId="16E5CB6F" w:rsidR="008E10AD" w:rsidRPr="009C54AE" w:rsidRDefault="008E10AD" w:rsidP="008E1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0E67D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799C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56E20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DF9F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82A5F5" w14:textId="77777777" w:rsidTr="009A1325">
        <w:tc>
          <w:tcPr>
            <w:tcW w:w="9520" w:type="dxa"/>
          </w:tcPr>
          <w:p w14:paraId="19E497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B658D7" w14:textId="77777777" w:rsidTr="009A1325">
        <w:tc>
          <w:tcPr>
            <w:tcW w:w="9520" w:type="dxa"/>
          </w:tcPr>
          <w:p w14:paraId="3C258D9B" w14:textId="4D86DAFE" w:rsidR="0085747A" w:rsidRPr="0034057C" w:rsidRDefault="005D760D" w:rsidP="003405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760D">
              <w:rPr>
                <w:rFonts w:ascii="Corbel" w:hAnsi="Corbel"/>
                <w:sz w:val="24"/>
                <w:szCs w:val="24"/>
              </w:rPr>
              <w:t>Psychologia jako nauka: definicje, przedmiot materialny i formalny, cele psychologii.</w:t>
            </w:r>
          </w:p>
        </w:tc>
      </w:tr>
      <w:tr w:rsidR="0034057C" w:rsidRPr="009C54AE" w14:paraId="488AD156" w14:textId="77777777" w:rsidTr="009A1325">
        <w:tc>
          <w:tcPr>
            <w:tcW w:w="9520" w:type="dxa"/>
          </w:tcPr>
          <w:p w14:paraId="52CAC8EB" w14:textId="6F536909" w:rsidR="0034057C" w:rsidRPr="0034057C" w:rsidRDefault="005D760D" w:rsidP="003405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760D">
              <w:rPr>
                <w:rFonts w:ascii="Corbel" w:hAnsi="Corbel"/>
                <w:sz w:val="24"/>
                <w:szCs w:val="24"/>
              </w:rPr>
              <w:t>Badania psychologiczne. Metody badawcze. Krytyczna lektura doniesień</w:t>
            </w:r>
            <w:r w:rsidRPr="005D760D">
              <w:rPr>
                <w:rFonts w:ascii="Corbel" w:hAnsi="Corbel"/>
                <w:sz w:val="24"/>
                <w:szCs w:val="24"/>
              </w:rPr>
              <w:br/>
              <w:t>z badań.</w:t>
            </w:r>
          </w:p>
        </w:tc>
      </w:tr>
      <w:tr w:rsidR="0085747A" w:rsidRPr="009C54AE" w14:paraId="7B2EB4A6" w14:textId="77777777" w:rsidTr="009A1325">
        <w:tc>
          <w:tcPr>
            <w:tcW w:w="9520" w:type="dxa"/>
          </w:tcPr>
          <w:p w14:paraId="797AE84C" w14:textId="14243A7E" w:rsidR="0085747A" w:rsidRPr="0034057C" w:rsidRDefault="0034057C" w:rsidP="003405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057C">
              <w:rPr>
                <w:rFonts w:ascii="Corbel" w:hAnsi="Corbel"/>
                <w:sz w:val="24"/>
                <w:szCs w:val="24"/>
              </w:rPr>
              <w:t xml:space="preserve">Koncepcje psychologiczne człowieka: </w:t>
            </w:r>
            <w:proofErr w:type="spellStart"/>
            <w:r w:rsidRPr="0034057C">
              <w:rPr>
                <w:rFonts w:ascii="Corbel" w:hAnsi="Corbel"/>
                <w:sz w:val="24"/>
                <w:szCs w:val="24"/>
              </w:rPr>
              <w:t>psychodynamiczna</w:t>
            </w:r>
            <w:proofErr w:type="spellEnd"/>
            <w:r w:rsidRPr="0034057C">
              <w:rPr>
                <w:rFonts w:ascii="Corbel" w:hAnsi="Corbel"/>
                <w:sz w:val="24"/>
                <w:szCs w:val="24"/>
              </w:rPr>
              <w:t>, behawioralna, poznawcza, humanistyczna i socjobiologiczna</w:t>
            </w:r>
            <w:r w:rsidR="005D76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1325" w:rsidRPr="009C54AE" w14:paraId="7360AD7A" w14:textId="77777777" w:rsidTr="009A1325">
        <w:tc>
          <w:tcPr>
            <w:tcW w:w="9520" w:type="dxa"/>
          </w:tcPr>
          <w:p w14:paraId="51743D4E" w14:textId="2A833AA3" w:rsidR="009A1325" w:rsidRPr="0034057C" w:rsidRDefault="009A1325" w:rsidP="003405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poznawcze.</w:t>
            </w:r>
          </w:p>
        </w:tc>
      </w:tr>
      <w:tr w:rsidR="009A1325" w:rsidRPr="009C54AE" w14:paraId="7280D3CF" w14:textId="77777777" w:rsidTr="009A1325">
        <w:tc>
          <w:tcPr>
            <w:tcW w:w="9520" w:type="dxa"/>
          </w:tcPr>
          <w:p w14:paraId="23B504AB" w14:textId="603EA447" w:rsidR="009A1325" w:rsidRPr="0034057C" w:rsidRDefault="009A1325" w:rsidP="003405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Emocje i motywacje.</w:t>
            </w:r>
          </w:p>
        </w:tc>
      </w:tr>
      <w:tr w:rsidR="0085747A" w:rsidRPr="009C54AE" w14:paraId="16F9B23C" w14:textId="77777777" w:rsidTr="009A1325">
        <w:tc>
          <w:tcPr>
            <w:tcW w:w="9520" w:type="dxa"/>
          </w:tcPr>
          <w:p w14:paraId="49D54D0C" w14:textId="6C96A3DA" w:rsidR="0085747A" w:rsidRPr="009C54AE" w:rsidRDefault="005D76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760D">
              <w:rPr>
                <w:rFonts w:ascii="Corbel" w:hAnsi="Corbel"/>
                <w:sz w:val="24"/>
                <w:szCs w:val="24"/>
              </w:rPr>
              <w:t>Osobowość i różnice indywidualne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A1325">
              <w:t xml:space="preserve"> </w:t>
            </w:r>
          </w:p>
        </w:tc>
      </w:tr>
      <w:tr w:rsidR="005D760D" w:rsidRPr="009C54AE" w14:paraId="375F39BF" w14:textId="77777777" w:rsidTr="009A1325">
        <w:tc>
          <w:tcPr>
            <w:tcW w:w="9520" w:type="dxa"/>
          </w:tcPr>
          <w:p w14:paraId="5DE1B811" w14:textId="0347DA70" w:rsidR="005D760D" w:rsidRPr="005D760D" w:rsidRDefault="005D76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jako istota społeczna.</w:t>
            </w:r>
          </w:p>
        </w:tc>
      </w:tr>
    </w:tbl>
    <w:p w14:paraId="043758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543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2DC31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7E2D74" w14:textId="77777777" w:rsidTr="009A1325">
        <w:tc>
          <w:tcPr>
            <w:tcW w:w="9520" w:type="dxa"/>
          </w:tcPr>
          <w:p w14:paraId="2CA27C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325" w:rsidRPr="009C54AE" w14:paraId="7F2CB7FE" w14:textId="77777777" w:rsidTr="009A1325">
        <w:tc>
          <w:tcPr>
            <w:tcW w:w="9520" w:type="dxa"/>
          </w:tcPr>
          <w:p w14:paraId="38786E50" w14:textId="1904737B" w:rsidR="009A1325" w:rsidRDefault="009A13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wiodących koncepcji psychologicznych człowieka.</w:t>
            </w:r>
          </w:p>
        </w:tc>
      </w:tr>
      <w:tr w:rsidR="0085747A" w:rsidRPr="009C54AE" w14:paraId="02988C23" w14:textId="77777777" w:rsidTr="009A1325">
        <w:tc>
          <w:tcPr>
            <w:tcW w:w="9520" w:type="dxa"/>
          </w:tcPr>
          <w:p w14:paraId="33A2AB76" w14:textId="3E5DF992" w:rsidR="0085747A" w:rsidRPr="009C54AE" w:rsidRDefault="005D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Percepcja, uwaga, pamięć, uczenie się.</w:t>
            </w:r>
          </w:p>
        </w:tc>
      </w:tr>
      <w:tr w:rsidR="0085747A" w:rsidRPr="009C54AE" w14:paraId="3753A33A" w14:textId="77777777" w:rsidTr="009A1325">
        <w:tc>
          <w:tcPr>
            <w:tcW w:w="9520" w:type="dxa"/>
          </w:tcPr>
          <w:p w14:paraId="3144CC05" w14:textId="54726554" w:rsidR="0085747A" w:rsidRPr="009C54AE" w:rsidRDefault="009A13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5D760D">
              <w:rPr>
                <w:rFonts w:ascii="Corbel" w:hAnsi="Corbel"/>
                <w:sz w:val="24"/>
                <w:szCs w:val="24"/>
              </w:rPr>
              <w:t xml:space="preserve">yobraźnia i myślenie. </w:t>
            </w:r>
          </w:p>
        </w:tc>
      </w:tr>
      <w:tr w:rsidR="0085747A" w:rsidRPr="009C54AE" w14:paraId="6FCBECF9" w14:textId="77777777" w:rsidTr="009A1325">
        <w:tc>
          <w:tcPr>
            <w:tcW w:w="9520" w:type="dxa"/>
          </w:tcPr>
          <w:p w14:paraId="1EA9B686" w14:textId="48AA124B" w:rsidR="0085747A" w:rsidRPr="009C54AE" w:rsidRDefault="005D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760D">
              <w:rPr>
                <w:rFonts w:ascii="Corbel" w:hAnsi="Corbel"/>
                <w:sz w:val="24"/>
                <w:szCs w:val="24"/>
              </w:rPr>
              <w:lastRenderedPageBreak/>
              <w:t>Emocje podstawowe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760D">
              <w:rPr>
                <w:rFonts w:ascii="Corbel" w:hAnsi="Corbel"/>
                <w:sz w:val="24"/>
                <w:szCs w:val="24"/>
              </w:rPr>
              <w:t>i pochodne, funkcjonalne ujęcie emocji.</w:t>
            </w:r>
          </w:p>
        </w:tc>
      </w:tr>
      <w:tr w:rsidR="005D760D" w:rsidRPr="009C54AE" w14:paraId="70194517" w14:textId="77777777" w:rsidTr="009A1325">
        <w:tc>
          <w:tcPr>
            <w:tcW w:w="9520" w:type="dxa"/>
          </w:tcPr>
          <w:p w14:paraId="1384FE37" w14:textId="43B10020" w:rsidR="005D760D" w:rsidRPr="005D760D" w:rsidRDefault="005D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Motywacja.</w:t>
            </w:r>
            <w:r w:rsidR="00B75642">
              <w:rPr>
                <w:rFonts w:ascii="Corbel" w:hAnsi="Corbel"/>
                <w:sz w:val="24"/>
                <w:szCs w:val="24"/>
              </w:rPr>
              <w:t xml:space="preserve"> Proces motywacyjny, rodzaje motywacji.</w:t>
            </w:r>
          </w:p>
        </w:tc>
      </w:tr>
      <w:tr w:rsidR="009A1325" w:rsidRPr="009C54AE" w14:paraId="2BC0187D" w14:textId="77777777" w:rsidTr="009A1325">
        <w:tc>
          <w:tcPr>
            <w:tcW w:w="9520" w:type="dxa"/>
          </w:tcPr>
          <w:p w14:paraId="59CD1589" w14:textId="53F98C73" w:rsidR="009A1325" w:rsidRDefault="009A13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1325">
              <w:rPr>
                <w:rFonts w:ascii="Corbel" w:hAnsi="Corbel"/>
                <w:sz w:val="24"/>
                <w:szCs w:val="24"/>
              </w:rPr>
              <w:t>Temperament, inteligencja, style poznawcze.</w:t>
            </w:r>
          </w:p>
        </w:tc>
      </w:tr>
      <w:tr w:rsidR="005172E8" w:rsidRPr="009C54AE" w14:paraId="0BBE4518" w14:textId="77777777" w:rsidTr="009A1325">
        <w:tc>
          <w:tcPr>
            <w:tcW w:w="9520" w:type="dxa"/>
          </w:tcPr>
          <w:p w14:paraId="3BF6F268" w14:textId="01349A4E" w:rsidR="005172E8" w:rsidRPr="009A1325" w:rsidRDefault="005172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Psychologia stresu.</w:t>
            </w:r>
          </w:p>
        </w:tc>
      </w:tr>
    </w:tbl>
    <w:p w14:paraId="7D4EF2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135CC8" w14:textId="5072C346" w:rsidR="0085747A" w:rsidRPr="009C54AE" w:rsidRDefault="009F4610" w:rsidP="009D13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DB25B1" w14:textId="2743EFA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F41EA9D" w14:textId="3233247B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172048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ED277C7" w14:textId="4D69981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7204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</w:t>
      </w:r>
      <w:r w:rsidR="0017204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172048">
        <w:rPr>
          <w:rFonts w:ascii="Corbel" w:hAnsi="Corbel"/>
          <w:b w:val="0"/>
          <w:i/>
          <w:smallCaps w:val="0"/>
          <w:sz w:val="20"/>
          <w:szCs w:val="20"/>
        </w:rPr>
        <w:t>studium przypadku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9D13C0">
        <w:rPr>
          <w:rFonts w:ascii="Corbel" w:hAnsi="Corbel"/>
          <w:b w:val="0"/>
          <w:i/>
          <w:smallCaps w:val="0"/>
          <w:sz w:val="20"/>
          <w:szCs w:val="20"/>
        </w:rPr>
        <w:t>, burza mózgów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D13C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3403A3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9F42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D1F9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46167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DE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2B0C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8E6CE3" w14:textId="77777777" w:rsidTr="008E10AD">
        <w:tc>
          <w:tcPr>
            <w:tcW w:w="1962" w:type="dxa"/>
            <w:vAlign w:val="center"/>
          </w:tcPr>
          <w:p w14:paraId="3C7DCF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8EE042" w14:textId="767ED05C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41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213E0D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49DC8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2EA97" w14:textId="7A0C5EF1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413E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823729" w14:textId="77777777" w:rsidTr="008E10AD">
        <w:tc>
          <w:tcPr>
            <w:tcW w:w="1962" w:type="dxa"/>
          </w:tcPr>
          <w:p w14:paraId="64F4059F" w14:textId="77777777" w:rsidR="0085747A" w:rsidRPr="001720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720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7204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8897B5" w14:textId="5080D92F" w:rsidR="0085747A" w:rsidRPr="00830942" w:rsidRDefault="008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330A04C" w14:textId="6BB7E55E" w:rsidR="0085747A" w:rsidRPr="009C54AE" w:rsidRDefault="003A05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5747A" w:rsidRPr="009C54AE" w14:paraId="1F93451A" w14:textId="77777777" w:rsidTr="008E10AD">
        <w:tc>
          <w:tcPr>
            <w:tcW w:w="1962" w:type="dxa"/>
          </w:tcPr>
          <w:p w14:paraId="5D8B0409" w14:textId="77777777" w:rsidR="0085747A" w:rsidRPr="001720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20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926B13A" w14:textId="75AEA7D2" w:rsidR="0085747A" w:rsidRPr="00830942" w:rsidRDefault="008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C69BD63" w14:textId="08E72663" w:rsidR="0085747A" w:rsidRPr="009C54AE" w:rsidRDefault="003A05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E10AD" w:rsidRPr="009C54AE" w14:paraId="6C012E29" w14:textId="77777777" w:rsidTr="008E10AD">
        <w:tc>
          <w:tcPr>
            <w:tcW w:w="1962" w:type="dxa"/>
          </w:tcPr>
          <w:p w14:paraId="288A91BF" w14:textId="5FF550F0" w:rsidR="008E10AD" w:rsidRPr="00172048" w:rsidRDefault="008E10AD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720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72048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7060422" w14:textId="0569602E" w:rsidR="008E10AD" w:rsidRPr="00830942" w:rsidRDefault="00830942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CD96B95" w14:textId="26B85259" w:rsidR="008E10AD" w:rsidRPr="009C54AE" w:rsidRDefault="003A05EF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10AD" w:rsidRPr="009C54AE" w14:paraId="019B67EF" w14:textId="77777777" w:rsidTr="008E10AD">
        <w:tc>
          <w:tcPr>
            <w:tcW w:w="1962" w:type="dxa"/>
          </w:tcPr>
          <w:p w14:paraId="0454BEA1" w14:textId="5E1F9F5A" w:rsidR="008E10AD" w:rsidRPr="00172048" w:rsidRDefault="008E10AD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204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4221D0F9" w14:textId="02EED72D" w:rsidR="008E10AD" w:rsidRPr="00830942" w:rsidRDefault="00830942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9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5AB9EC" w14:textId="083BE485" w:rsidR="008E10AD" w:rsidRPr="009C54AE" w:rsidRDefault="003A05EF" w:rsidP="008E10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FCEAA8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0935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D282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951044" w14:textId="77777777" w:rsidTr="00923D7D">
        <w:tc>
          <w:tcPr>
            <w:tcW w:w="9670" w:type="dxa"/>
          </w:tcPr>
          <w:p w14:paraId="71256FF7" w14:textId="31DFA7D0" w:rsidR="00B51A68" w:rsidRPr="00B51A68" w:rsidRDefault="00B51A68" w:rsidP="00B51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1A6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pisemny w formie testu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(poprawna odpowiedź na minimum 60% pytań testowych).</w:t>
            </w:r>
          </w:p>
          <w:p w14:paraId="737E8B1A" w14:textId="3B8D522C" w:rsidR="00923D7D" w:rsidRPr="009C54AE" w:rsidRDefault="00B51A68" w:rsidP="00B51A6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1A68">
              <w:rPr>
                <w:rFonts w:ascii="Corbel" w:hAnsi="Corbel"/>
                <w:b w:val="0"/>
                <w:smallCaps w:val="0"/>
                <w:szCs w:val="24"/>
              </w:rPr>
              <w:t>Ćwiczenia: 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analiza jakościowa odpowiedzi na pytania k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kwium zaliczeniowego.</w:t>
            </w:r>
          </w:p>
          <w:p w14:paraId="58AB4C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9DDE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F70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0D2A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D9E6121" w14:textId="77777777" w:rsidTr="003E1941">
        <w:tc>
          <w:tcPr>
            <w:tcW w:w="4962" w:type="dxa"/>
            <w:vAlign w:val="center"/>
          </w:tcPr>
          <w:p w14:paraId="662974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5C93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F912E38" w14:textId="77777777" w:rsidTr="00923D7D">
        <w:tc>
          <w:tcPr>
            <w:tcW w:w="4962" w:type="dxa"/>
          </w:tcPr>
          <w:p w14:paraId="40012A6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7C444D4" w14:textId="43A2A338" w:rsidR="0085747A" w:rsidRPr="009C54AE" w:rsidRDefault="00A0472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5F3AD0D" w14:textId="77777777" w:rsidTr="00923D7D">
        <w:tc>
          <w:tcPr>
            <w:tcW w:w="4962" w:type="dxa"/>
          </w:tcPr>
          <w:p w14:paraId="4FA6CC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FF05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7ABEB9" w14:textId="3522F6E0" w:rsidR="00C61DC5" w:rsidRPr="009C54AE" w:rsidRDefault="00F818C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4E7BF51" w14:textId="77777777" w:rsidTr="00923D7D">
        <w:tc>
          <w:tcPr>
            <w:tcW w:w="4962" w:type="dxa"/>
          </w:tcPr>
          <w:p w14:paraId="2042B0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7FC3EB" w14:textId="1C364A7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30942">
              <w:rPr>
                <w:rFonts w:ascii="Corbel" w:hAnsi="Corbel"/>
                <w:sz w:val="24"/>
                <w:szCs w:val="24"/>
              </w:rPr>
              <w:t xml:space="preserve">przygotowanie do kolokwium,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758BF29F" w14:textId="70DDE4F9" w:rsidR="00C61DC5" w:rsidRPr="009C54AE" w:rsidRDefault="00F818C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B55F6F8" w14:textId="77777777" w:rsidTr="00923D7D">
        <w:tc>
          <w:tcPr>
            <w:tcW w:w="4962" w:type="dxa"/>
          </w:tcPr>
          <w:p w14:paraId="19A33C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4760B6" w14:textId="72663C99" w:rsidR="0085747A" w:rsidRPr="009C54AE" w:rsidRDefault="00FE1286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5FC0B0D" w14:textId="77777777" w:rsidTr="00923D7D">
        <w:tc>
          <w:tcPr>
            <w:tcW w:w="4962" w:type="dxa"/>
          </w:tcPr>
          <w:p w14:paraId="4BF03B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1BC25B" w14:textId="77777777" w:rsidR="0085747A" w:rsidRPr="009C54AE" w:rsidRDefault="00BD337F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40E4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887A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1E4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6822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AB5F92" w14:textId="77777777" w:rsidTr="0071620A">
        <w:trPr>
          <w:trHeight w:val="397"/>
        </w:trPr>
        <w:tc>
          <w:tcPr>
            <w:tcW w:w="3544" w:type="dxa"/>
          </w:tcPr>
          <w:p w14:paraId="6E050D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F5C5A0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59DE7" w14:textId="77777777" w:rsidTr="0071620A">
        <w:trPr>
          <w:trHeight w:val="397"/>
        </w:trPr>
        <w:tc>
          <w:tcPr>
            <w:tcW w:w="3544" w:type="dxa"/>
          </w:tcPr>
          <w:p w14:paraId="7E7E32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6C65AE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076A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936A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61D9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12A4D3A" w14:textId="77777777" w:rsidTr="0071620A">
        <w:trPr>
          <w:trHeight w:val="397"/>
        </w:trPr>
        <w:tc>
          <w:tcPr>
            <w:tcW w:w="7513" w:type="dxa"/>
          </w:tcPr>
          <w:p w14:paraId="6850A94C" w14:textId="3FC93D45" w:rsidR="005D76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2A31AC" w14:textId="0D379DF4" w:rsidR="0034057C" w:rsidRDefault="0034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Gerrig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R.J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P.G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(2016). </w:t>
            </w:r>
            <w:r w:rsidRPr="005D760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6DDFE392" w14:textId="5F0F6191" w:rsidR="0034057C" w:rsidRPr="009C54AE" w:rsidRDefault="0034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Strelau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J., Doliński D. (red.) (2016). </w:t>
            </w:r>
            <w:r w:rsidRPr="005D760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akademicka. Podręcznik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Tom 1 i 2. Gdańsk: GWP.</w:t>
            </w:r>
          </w:p>
        </w:tc>
      </w:tr>
      <w:tr w:rsidR="0085747A" w:rsidRPr="009C54AE" w14:paraId="7D0CCD9F" w14:textId="77777777" w:rsidTr="0071620A">
        <w:trPr>
          <w:trHeight w:val="397"/>
        </w:trPr>
        <w:tc>
          <w:tcPr>
            <w:tcW w:w="7513" w:type="dxa"/>
          </w:tcPr>
          <w:p w14:paraId="6D8827E7" w14:textId="6B83F134" w:rsidR="0034057C" w:rsidRPr="00581A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1BEB1E" w14:textId="29B342C7" w:rsidR="0034057C" w:rsidRPr="0034057C" w:rsidRDefault="0034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A.I. (2015). </w:t>
            </w:r>
            <w:r w:rsidRPr="0034057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Psychologiczne portrety człowieka. Praktyczna psychologia rozwojowa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GWP.</w:t>
            </w:r>
          </w:p>
          <w:p w14:paraId="7D67DC10" w14:textId="5D159B6A" w:rsidR="0034057C" w:rsidRDefault="0034057C" w:rsidP="00340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Kalat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J.W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(2016). </w:t>
            </w:r>
            <w:r w:rsidRPr="0034057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Biologiczne podstawy psychologii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C469FD" w14:textId="1DDB3408" w:rsidR="0034057C" w:rsidRPr="0034057C" w:rsidRDefault="0034057C" w:rsidP="00340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Wojciszke</w:t>
            </w:r>
            <w:proofErr w:type="spellEnd"/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(2017). </w:t>
            </w:r>
            <w:r w:rsidRPr="0034057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społeczna</w:t>
            </w: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</w:p>
          <w:p w14:paraId="0EE18736" w14:textId="20F82A85" w:rsidR="0034057C" w:rsidRPr="0034057C" w:rsidRDefault="0034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5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Scholar.</w:t>
            </w:r>
          </w:p>
        </w:tc>
      </w:tr>
    </w:tbl>
    <w:p w14:paraId="6F3957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CBA0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BA3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D2555" w14:textId="77777777" w:rsidR="007C7B38" w:rsidRDefault="007C7B38" w:rsidP="00C16ABF">
      <w:pPr>
        <w:spacing w:after="0" w:line="240" w:lineRule="auto"/>
      </w:pPr>
      <w:r>
        <w:separator/>
      </w:r>
    </w:p>
  </w:endnote>
  <w:endnote w:type="continuationSeparator" w:id="0">
    <w:p w14:paraId="28457C65" w14:textId="77777777" w:rsidR="007C7B38" w:rsidRDefault="007C7B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45962" w14:textId="77777777" w:rsidR="007C7B38" w:rsidRDefault="007C7B38" w:rsidP="00C16ABF">
      <w:pPr>
        <w:spacing w:after="0" w:line="240" w:lineRule="auto"/>
      </w:pPr>
      <w:r>
        <w:separator/>
      </w:r>
    </w:p>
  </w:footnote>
  <w:footnote w:type="continuationSeparator" w:id="0">
    <w:p w14:paraId="2F53D2A0" w14:textId="77777777" w:rsidR="007C7B38" w:rsidRDefault="007C7B38" w:rsidP="00C16ABF">
      <w:pPr>
        <w:spacing w:after="0" w:line="240" w:lineRule="auto"/>
      </w:pPr>
      <w:r>
        <w:continuationSeparator/>
      </w:r>
    </w:p>
  </w:footnote>
  <w:footnote w:id="1">
    <w:p w14:paraId="2C8AC4A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27AC"/>
    <w:rsid w:val="0009462C"/>
    <w:rsid w:val="00094B12"/>
    <w:rsid w:val="00096C46"/>
    <w:rsid w:val="000A296F"/>
    <w:rsid w:val="000A2A28"/>
    <w:rsid w:val="000B192D"/>
    <w:rsid w:val="000B28EE"/>
    <w:rsid w:val="000B3E37"/>
    <w:rsid w:val="000B4174"/>
    <w:rsid w:val="000D04B0"/>
    <w:rsid w:val="000F1C57"/>
    <w:rsid w:val="000F5615"/>
    <w:rsid w:val="00124BFF"/>
    <w:rsid w:val="0012560E"/>
    <w:rsid w:val="00127108"/>
    <w:rsid w:val="00134B13"/>
    <w:rsid w:val="0014309D"/>
    <w:rsid w:val="00146BC0"/>
    <w:rsid w:val="00153C41"/>
    <w:rsid w:val="00154381"/>
    <w:rsid w:val="001640A7"/>
    <w:rsid w:val="00164FA7"/>
    <w:rsid w:val="00166A03"/>
    <w:rsid w:val="001718A7"/>
    <w:rsid w:val="00172048"/>
    <w:rsid w:val="00172AC3"/>
    <w:rsid w:val="001737CF"/>
    <w:rsid w:val="00176083"/>
    <w:rsid w:val="001770C7"/>
    <w:rsid w:val="00180CB4"/>
    <w:rsid w:val="00183703"/>
    <w:rsid w:val="00192F37"/>
    <w:rsid w:val="00193629"/>
    <w:rsid w:val="001A70D2"/>
    <w:rsid w:val="001D657B"/>
    <w:rsid w:val="001D7B54"/>
    <w:rsid w:val="001E0209"/>
    <w:rsid w:val="001E1F69"/>
    <w:rsid w:val="001E7A68"/>
    <w:rsid w:val="001F003B"/>
    <w:rsid w:val="001F2C6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6B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37"/>
    <w:rsid w:val="0031161A"/>
    <w:rsid w:val="003151C5"/>
    <w:rsid w:val="00315819"/>
    <w:rsid w:val="003343CF"/>
    <w:rsid w:val="0034057C"/>
    <w:rsid w:val="00346FE9"/>
    <w:rsid w:val="0034759A"/>
    <w:rsid w:val="003503F6"/>
    <w:rsid w:val="003530DD"/>
    <w:rsid w:val="00363F78"/>
    <w:rsid w:val="003A05E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5FD8"/>
    <w:rsid w:val="0042745A"/>
    <w:rsid w:val="00431D5C"/>
    <w:rsid w:val="004362C6"/>
    <w:rsid w:val="004372AA"/>
    <w:rsid w:val="00437FA2"/>
    <w:rsid w:val="00445970"/>
    <w:rsid w:val="0045729E"/>
    <w:rsid w:val="00461EFC"/>
    <w:rsid w:val="004652C2"/>
    <w:rsid w:val="00466A27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2E8"/>
    <w:rsid w:val="00517C63"/>
    <w:rsid w:val="00526C94"/>
    <w:rsid w:val="005363C4"/>
    <w:rsid w:val="00536BDE"/>
    <w:rsid w:val="00543ACC"/>
    <w:rsid w:val="0056696D"/>
    <w:rsid w:val="00573EF9"/>
    <w:rsid w:val="00581A9B"/>
    <w:rsid w:val="005833A8"/>
    <w:rsid w:val="0059484D"/>
    <w:rsid w:val="005A0855"/>
    <w:rsid w:val="005A3196"/>
    <w:rsid w:val="005C080F"/>
    <w:rsid w:val="005C55E5"/>
    <w:rsid w:val="005C696A"/>
    <w:rsid w:val="005D760D"/>
    <w:rsid w:val="005E6E85"/>
    <w:rsid w:val="005F2AAC"/>
    <w:rsid w:val="005F31D2"/>
    <w:rsid w:val="0061029B"/>
    <w:rsid w:val="00617230"/>
    <w:rsid w:val="00621CE1"/>
    <w:rsid w:val="00627FC9"/>
    <w:rsid w:val="00630BEF"/>
    <w:rsid w:val="00641F3F"/>
    <w:rsid w:val="00647FA8"/>
    <w:rsid w:val="00650C5F"/>
    <w:rsid w:val="006529AD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3947"/>
    <w:rsid w:val="00705E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8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B38"/>
    <w:rsid w:val="007D69D8"/>
    <w:rsid w:val="007D6E56"/>
    <w:rsid w:val="007F1652"/>
    <w:rsid w:val="007F4155"/>
    <w:rsid w:val="007F534B"/>
    <w:rsid w:val="0081554D"/>
    <w:rsid w:val="0081707E"/>
    <w:rsid w:val="00830942"/>
    <w:rsid w:val="00832EB5"/>
    <w:rsid w:val="00833B48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10AD"/>
    <w:rsid w:val="008E64F4"/>
    <w:rsid w:val="008F12C9"/>
    <w:rsid w:val="008F48D8"/>
    <w:rsid w:val="008F6E29"/>
    <w:rsid w:val="00912ACA"/>
    <w:rsid w:val="00916188"/>
    <w:rsid w:val="00923D7D"/>
    <w:rsid w:val="009508DF"/>
    <w:rsid w:val="00950DAC"/>
    <w:rsid w:val="00954A07"/>
    <w:rsid w:val="00956799"/>
    <w:rsid w:val="00997F14"/>
    <w:rsid w:val="009A1325"/>
    <w:rsid w:val="009A78CD"/>
    <w:rsid w:val="009A78D9"/>
    <w:rsid w:val="009C1331"/>
    <w:rsid w:val="009C3E31"/>
    <w:rsid w:val="009C54AE"/>
    <w:rsid w:val="009C788E"/>
    <w:rsid w:val="009D13C0"/>
    <w:rsid w:val="009E3B41"/>
    <w:rsid w:val="009F215E"/>
    <w:rsid w:val="009F3C5C"/>
    <w:rsid w:val="009F4610"/>
    <w:rsid w:val="00A00ECC"/>
    <w:rsid w:val="00A04724"/>
    <w:rsid w:val="00A155EE"/>
    <w:rsid w:val="00A220D2"/>
    <w:rsid w:val="00A2245B"/>
    <w:rsid w:val="00A30110"/>
    <w:rsid w:val="00A36899"/>
    <w:rsid w:val="00A371F6"/>
    <w:rsid w:val="00A413EC"/>
    <w:rsid w:val="00A43BF6"/>
    <w:rsid w:val="00A53FA5"/>
    <w:rsid w:val="00A54817"/>
    <w:rsid w:val="00A601C8"/>
    <w:rsid w:val="00A60799"/>
    <w:rsid w:val="00A7732B"/>
    <w:rsid w:val="00A84C85"/>
    <w:rsid w:val="00A91AEE"/>
    <w:rsid w:val="00A97DE1"/>
    <w:rsid w:val="00AA73D6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42FB"/>
    <w:rsid w:val="00B06142"/>
    <w:rsid w:val="00B134EF"/>
    <w:rsid w:val="00B135B1"/>
    <w:rsid w:val="00B3130B"/>
    <w:rsid w:val="00B40ADB"/>
    <w:rsid w:val="00B43B77"/>
    <w:rsid w:val="00B43E80"/>
    <w:rsid w:val="00B51A68"/>
    <w:rsid w:val="00B607DB"/>
    <w:rsid w:val="00B66529"/>
    <w:rsid w:val="00B71BBC"/>
    <w:rsid w:val="00B75642"/>
    <w:rsid w:val="00B75946"/>
    <w:rsid w:val="00B8056E"/>
    <w:rsid w:val="00B819C8"/>
    <w:rsid w:val="00B82308"/>
    <w:rsid w:val="00B90885"/>
    <w:rsid w:val="00BB520A"/>
    <w:rsid w:val="00BD337F"/>
    <w:rsid w:val="00BD3869"/>
    <w:rsid w:val="00BD66E9"/>
    <w:rsid w:val="00BD6FF4"/>
    <w:rsid w:val="00BE6880"/>
    <w:rsid w:val="00BF2C41"/>
    <w:rsid w:val="00BF7B80"/>
    <w:rsid w:val="00C058B4"/>
    <w:rsid w:val="00C05F44"/>
    <w:rsid w:val="00C12216"/>
    <w:rsid w:val="00C131B5"/>
    <w:rsid w:val="00C16ABF"/>
    <w:rsid w:val="00C170AE"/>
    <w:rsid w:val="00C26CB7"/>
    <w:rsid w:val="00C31BA2"/>
    <w:rsid w:val="00C324C1"/>
    <w:rsid w:val="00C36992"/>
    <w:rsid w:val="00C56036"/>
    <w:rsid w:val="00C61DC5"/>
    <w:rsid w:val="00C67E92"/>
    <w:rsid w:val="00C70A26"/>
    <w:rsid w:val="00C766DF"/>
    <w:rsid w:val="00C94B98"/>
    <w:rsid w:val="00C95358"/>
    <w:rsid w:val="00CA2B96"/>
    <w:rsid w:val="00CA5089"/>
    <w:rsid w:val="00CA773C"/>
    <w:rsid w:val="00CB42CB"/>
    <w:rsid w:val="00CC4279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36453"/>
    <w:rsid w:val="00D425B2"/>
    <w:rsid w:val="00D428D6"/>
    <w:rsid w:val="00D552B2"/>
    <w:rsid w:val="00D608D1"/>
    <w:rsid w:val="00D74119"/>
    <w:rsid w:val="00D8075B"/>
    <w:rsid w:val="00D8678B"/>
    <w:rsid w:val="00D93AEC"/>
    <w:rsid w:val="00DA2114"/>
    <w:rsid w:val="00DA4EBE"/>
    <w:rsid w:val="00DB387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E65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3482"/>
    <w:rsid w:val="00EE5457"/>
    <w:rsid w:val="00F070AB"/>
    <w:rsid w:val="00F17567"/>
    <w:rsid w:val="00F27A7B"/>
    <w:rsid w:val="00F526AF"/>
    <w:rsid w:val="00F617C3"/>
    <w:rsid w:val="00F7066B"/>
    <w:rsid w:val="00F818C4"/>
    <w:rsid w:val="00F83B28"/>
    <w:rsid w:val="00FA46E5"/>
    <w:rsid w:val="00FB7DBA"/>
    <w:rsid w:val="00FC1C25"/>
    <w:rsid w:val="00FC3F45"/>
    <w:rsid w:val="00FD503F"/>
    <w:rsid w:val="00FD7589"/>
    <w:rsid w:val="00FE1286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359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F00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0A26-4752-4655-87C2-028E72C5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2021-01-11T14:41:00Z</dcterms:created>
  <dcterms:modified xsi:type="dcterms:W3CDTF">2022-02-23T12:33:00Z</dcterms:modified>
</cp:coreProperties>
</file>